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Pan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Jacek Paziewski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Sekretarz Komitetu Rady Ministrów</w:t>
      </w:r>
    </w:p>
    <w:p w:rsidR="000225BE" w:rsidRPr="008F68F9" w:rsidRDefault="000225BE" w:rsidP="000225B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do spraw Cyfryzacji</w:t>
      </w:r>
    </w:p>
    <w:p w:rsidR="000225BE" w:rsidRPr="008F68F9" w:rsidRDefault="000225BE" w:rsidP="000225B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:rsidR="000225BE" w:rsidRPr="00A002C1" w:rsidRDefault="000225BE" w:rsidP="000225B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 w:rsidR="00532ACB">
        <w:rPr>
          <w:rFonts w:ascii="Calibri" w:hAnsi="Calibri" w:cs="Calibri"/>
          <w:bCs/>
          <w:i/>
          <w:iCs/>
          <w:color w:val="000000"/>
        </w:rPr>
        <w:t xml:space="preserve">Otwarte Dane Plus </w:t>
      </w:r>
      <w:bookmarkStart w:id="0" w:name="_GoBack"/>
      <w:bookmarkEnd w:id="0"/>
      <w:r>
        <w:rPr>
          <w:rFonts w:ascii="Calibri" w:hAnsi="Calibri" w:cs="Calibri"/>
          <w:color w:val="000000"/>
        </w:rPr>
        <w:t>w IV</w:t>
      </w:r>
      <w:r w:rsidRPr="008F68F9">
        <w:rPr>
          <w:rFonts w:ascii="Calibri" w:hAnsi="Calibri" w:cs="Calibri"/>
          <w:color w:val="000000"/>
        </w:rPr>
        <w:t xml:space="preserve"> kwartal</w:t>
      </w:r>
      <w:r>
        <w:rPr>
          <w:rFonts w:ascii="Calibri" w:hAnsi="Calibri" w:cs="Calibri"/>
          <w:color w:val="000000"/>
        </w:rPr>
        <w:t>e 2020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:rsidR="000A71A0" w:rsidRPr="0086305F" w:rsidRDefault="000A71A0" w:rsidP="000225BE">
      <w:pPr>
        <w:spacing w:before="480"/>
        <w:ind w:left="4859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Pr="0086305F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86305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572" w:rsidRDefault="00DD0572">
      <w:r>
        <w:separator/>
      </w:r>
    </w:p>
  </w:endnote>
  <w:endnote w:type="continuationSeparator" w:id="0">
    <w:p w:rsidR="00DD0572" w:rsidRDefault="00DD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572" w:rsidRDefault="00DD0572">
      <w:r>
        <w:separator/>
      </w:r>
    </w:p>
  </w:footnote>
  <w:footnote w:type="continuationSeparator" w:id="0">
    <w:p w:rsidR="00DD0572" w:rsidRDefault="00DD0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25BE"/>
    <w:rsid w:val="000A71A0"/>
    <w:rsid w:val="000D026F"/>
    <w:rsid w:val="001135DE"/>
    <w:rsid w:val="0012268A"/>
    <w:rsid w:val="001A17D3"/>
    <w:rsid w:val="002A0DA3"/>
    <w:rsid w:val="002C0265"/>
    <w:rsid w:val="002D6DAA"/>
    <w:rsid w:val="002F569E"/>
    <w:rsid w:val="00417572"/>
    <w:rsid w:val="00420DDB"/>
    <w:rsid w:val="00433553"/>
    <w:rsid w:val="00446181"/>
    <w:rsid w:val="004633D0"/>
    <w:rsid w:val="00495DA1"/>
    <w:rsid w:val="004F20D4"/>
    <w:rsid w:val="00532ACB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6305F"/>
    <w:rsid w:val="008B1D7E"/>
    <w:rsid w:val="00935D23"/>
    <w:rsid w:val="009C2C00"/>
    <w:rsid w:val="009D4211"/>
    <w:rsid w:val="00A363B8"/>
    <w:rsid w:val="00A471BD"/>
    <w:rsid w:val="00AB6FA7"/>
    <w:rsid w:val="00AE7731"/>
    <w:rsid w:val="00B977A0"/>
    <w:rsid w:val="00BB1FAD"/>
    <w:rsid w:val="00BB2815"/>
    <w:rsid w:val="00BE094A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58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Pendyk Kamila</dc:creator>
  <cp:keywords/>
  <cp:lastModifiedBy>Pendyk Kamila</cp:lastModifiedBy>
  <cp:revision>2</cp:revision>
  <dcterms:created xsi:type="dcterms:W3CDTF">2021-01-14T09:09:00Z</dcterms:created>
  <dcterms:modified xsi:type="dcterms:W3CDTF">2021-01-14T09:09:00Z</dcterms:modified>
</cp:coreProperties>
</file>